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Default="00A04777" w:rsidP="00F131AC">
      <w:pPr>
        <w:pStyle w:val="berschrift2"/>
      </w:pPr>
      <w:bookmarkStart w:id="0" w:name="_Toc412541718"/>
      <w:proofErr w:type="spellStart"/>
      <w:r>
        <w:t>Aspektorientierte</w:t>
      </w:r>
      <w:r w:rsidR="00886317">
        <w:t>s</w:t>
      </w:r>
      <w:proofErr w:type="spellEnd"/>
      <w:r w:rsidR="00886317">
        <w:t xml:space="preserve"> Interpretieren: Zeitgestaltung und Symbolik</w:t>
      </w:r>
      <w:bookmarkEnd w:id="0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51"/>
        <w:gridCol w:w="3893"/>
        <w:gridCol w:w="1420"/>
        <w:gridCol w:w="1973"/>
        <w:gridCol w:w="2786"/>
        <w:gridCol w:w="3479"/>
      </w:tblGrid>
      <w:tr w:rsidR="00886317" w:rsidTr="000A49CF">
        <w:tc>
          <w:tcPr>
            <w:tcW w:w="959" w:type="dxa"/>
            <w:shd w:val="clear" w:color="auto" w:fill="BFBFBF" w:themeFill="background1" w:themeFillShade="BF"/>
          </w:tcPr>
          <w:p w:rsidR="00886317" w:rsidRPr="00886317" w:rsidRDefault="00886317" w:rsidP="00886317">
            <w:pPr>
              <w:pStyle w:val="Textkrper"/>
              <w:jc w:val="center"/>
              <w:rPr>
                <w:b/>
              </w:rPr>
            </w:pPr>
            <w:r w:rsidRPr="00886317">
              <w:rPr>
                <w:b/>
              </w:rPr>
              <w:t>Zeile</w:t>
            </w:r>
          </w:p>
        </w:tc>
        <w:tc>
          <w:tcPr>
            <w:tcW w:w="3943" w:type="dxa"/>
            <w:shd w:val="clear" w:color="auto" w:fill="BFBFBF" w:themeFill="background1" w:themeFillShade="BF"/>
          </w:tcPr>
          <w:p w:rsidR="00886317" w:rsidRPr="00886317" w:rsidRDefault="00886317" w:rsidP="00886317">
            <w:pPr>
              <w:pStyle w:val="Textkrper"/>
              <w:jc w:val="center"/>
              <w:rPr>
                <w:b/>
              </w:rPr>
            </w:pPr>
            <w:r w:rsidRPr="00886317">
              <w:rPr>
                <w:b/>
              </w:rPr>
              <w:t>Handlung</w:t>
            </w:r>
          </w:p>
        </w:tc>
        <w:tc>
          <w:tcPr>
            <w:tcW w:w="1443" w:type="dxa"/>
            <w:shd w:val="clear" w:color="auto" w:fill="BFBFBF" w:themeFill="background1" w:themeFillShade="BF"/>
          </w:tcPr>
          <w:p w:rsidR="00886317" w:rsidRPr="00886317" w:rsidRDefault="00886317" w:rsidP="00886317">
            <w:pPr>
              <w:pStyle w:val="Textkrper"/>
              <w:jc w:val="center"/>
              <w:rPr>
                <w:b/>
              </w:rPr>
            </w:pPr>
            <w:r w:rsidRPr="00886317">
              <w:rPr>
                <w:b/>
              </w:rPr>
              <w:t>Ort</w:t>
            </w:r>
          </w:p>
        </w:tc>
        <w:tc>
          <w:tcPr>
            <w:tcW w:w="1985" w:type="dxa"/>
            <w:shd w:val="clear" w:color="auto" w:fill="BFBFBF" w:themeFill="background1" w:themeFillShade="BF"/>
          </w:tcPr>
          <w:p w:rsidR="00886317" w:rsidRPr="00886317" w:rsidRDefault="00886317" w:rsidP="00886317">
            <w:pPr>
              <w:pStyle w:val="Textkrper"/>
              <w:jc w:val="center"/>
              <w:rPr>
                <w:b/>
              </w:rPr>
            </w:pPr>
            <w:r w:rsidRPr="00886317">
              <w:rPr>
                <w:b/>
              </w:rPr>
              <w:t>Zeitgestaltung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:rsidR="00886317" w:rsidRPr="00886317" w:rsidRDefault="00886317" w:rsidP="00886317">
            <w:pPr>
              <w:pStyle w:val="Textkrper"/>
              <w:jc w:val="center"/>
              <w:rPr>
                <w:b/>
              </w:rPr>
            </w:pPr>
            <w:r w:rsidRPr="00886317">
              <w:rPr>
                <w:b/>
              </w:rPr>
              <w:t>Symbol</w:t>
            </w:r>
          </w:p>
        </w:tc>
        <w:tc>
          <w:tcPr>
            <w:tcW w:w="3545" w:type="dxa"/>
            <w:shd w:val="clear" w:color="auto" w:fill="BFBFBF" w:themeFill="background1" w:themeFillShade="BF"/>
          </w:tcPr>
          <w:p w:rsidR="00886317" w:rsidRPr="00886317" w:rsidRDefault="00886317" w:rsidP="00886317">
            <w:pPr>
              <w:pStyle w:val="Textkrper"/>
              <w:jc w:val="center"/>
              <w:rPr>
                <w:b/>
              </w:rPr>
            </w:pPr>
            <w:r w:rsidRPr="00886317">
              <w:rPr>
                <w:b/>
              </w:rPr>
              <w:t>Aussage</w:t>
            </w:r>
          </w:p>
        </w:tc>
      </w:tr>
      <w:tr w:rsidR="00886317" w:rsidTr="00886317">
        <w:tc>
          <w:tcPr>
            <w:tcW w:w="959" w:type="dxa"/>
          </w:tcPr>
          <w:p w:rsidR="00886317" w:rsidRDefault="00886317" w:rsidP="00F131AC">
            <w:pPr>
              <w:pStyle w:val="Textkrper"/>
            </w:pPr>
          </w:p>
          <w:p w:rsidR="00745B65" w:rsidRDefault="00745B65" w:rsidP="00745B65">
            <w:pPr>
              <w:pStyle w:val="Textkrper-Erstzeileneinzug"/>
            </w:pPr>
          </w:p>
          <w:p w:rsidR="00745B65" w:rsidRDefault="00745B65" w:rsidP="00745B65">
            <w:pPr>
              <w:pStyle w:val="Textkrper-Erstzeileneinzug"/>
            </w:pPr>
          </w:p>
          <w:p w:rsidR="00745B65" w:rsidRDefault="00745B65" w:rsidP="00745B65">
            <w:pPr>
              <w:pStyle w:val="Textkrper-Erstzeileneinzug"/>
            </w:pPr>
          </w:p>
          <w:p w:rsidR="00745B65" w:rsidRDefault="00745B65" w:rsidP="00745B65">
            <w:pPr>
              <w:pStyle w:val="Textkrper-Erstzeileneinzug"/>
            </w:pPr>
          </w:p>
          <w:p w:rsidR="00745B65" w:rsidRPr="00745B65" w:rsidRDefault="00745B65" w:rsidP="00745B65">
            <w:pPr>
              <w:pStyle w:val="Textkrper-Erstzeileneinzug"/>
            </w:pPr>
          </w:p>
        </w:tc>
        <w:tc>
          <w:tcPr>
            <w:tcW w:w="3943" w:type="dxa"/>
          </w:tcPr>
          <w:p w:rsidR="00886317" w:rsidRDefault="00745B65" w:rsidP="00F131AC">
            <w:pPr>
              <w:pStyle w:val="Textkrper"/>
            </w:pPr>
            <w:r>
              <w:t>Handlungsauslöser:</w:t>
            </w:r>
          </w:p>
          <w:p w:rsidR="00745B65" w:rsidRDefault="00745B65" w:rsidP="00745B65">
            <w:pPr>
              <w:pStyle w:val="Textkrper-Erstzeileneinzug"/>
            </w:pPr>
          </w:p>
          <w:p w:rsidR="00745B65" w:rsidRDefault="00745B65" w:rsidP="00745B65">
            <w:pPr>
              <w:pStyle w:val="Textkrper-Erstzeileneinzug"/>
            </w:pPr>
          </w:p>
          <w:p w:rsidR="00745B65" w:rsidRDefault="00745B65" w:rsidP="00745B65">
            <w:pPr>
              <w:pStyle w:val="Textkrper-Erstzeileneinzug"/>
              <w:ind w:firstLine="0"/>
            </w:pPr>
            <w:r>
              <w:t>Handlungskern:</w:t>
            </w:r>
          </w:p>
          <w:p w:rsidR="00745B65" w:rsidRDefault="00745B65" w:rsidP="00745B65">
            <w:pPr>
              <w:pStyle w:val="Textkrper-Erstzeileneinzug"/>
            </w:pPr>
          </w:p>
          <w:p w:rsidR="00745B65" w:rsidRDefault="00745B65" w:rsidP="00745B65">
            <w:pPr>
              <w:pStyle w:val="Textkrper-Erstzeileneinzug"/>
            </w:pPr>
          </w:p>
          <w:p w:rsidR="00745B65" w:rsidRPr="00745B65" w:rsidRDefault="00745B65" w:rsidP="00745B65">
            <w:pPr>
              <w:pStyle w:val="Textkrper-Erstzeileneinzug"/>
            </w:pPr>
          </w:p>
        </w:tc>
        <w:tc>
          <w:tcPr>
            <w:tcW w:w="1443" w:type="dxa"/>
          </w:tcPr>
          <w:p w:rsidR="00886317" w:rsidRDefault="00886317" w:rsidP="00F131AC">
            <w:pPr>
              <w:pStyle w:val="Textkrper"/>
            </w:pPr>
          </w:p>
        </w:tc>
        <w:tc>
          <w:tcPr>
            <w:tcW w:w="1985" w:type="dxa"/>
          </w:tcPr>
          <w:p w:rsidR="00886317" w:rsidRDefault="00886317" w:rsidP="00F131AC">
            <w:pPr>
              <w:pStyle w:val="Textkrper"/>
            </w:pPr>
          </w:p>
          <w:p w:rsidR="00A42D62" w:rsidRPr="00A42D62" w:rsidRDefault="00A42D62" w:rsidP="00A42D62">
            <w:pPr>
              <w:pStyle w:val="Textkrper-Erstzeileneinzug"/>
            </w:pPr>
            <w:r>
              <w:t>____________</w:t>
            </w:r>
          </w:p>
        </w:tc>
        <w:tc>
          <w:tcPr>
            <w:tcW w:w="2835" w:type="dxa"/>
          </w:tcPr>
          <w:p w:rsidR="00886317" w:rsidRDefault="00C92281" w:rsidP="00F131AC">
            <w:pPr>
              <w:pStyle w:val="Textkrper"/>
              <w:rPr>
                <w:b/>
              </w:rPr>
            </w:pPr>
            <w:r w:rsidRPr="00C92281">
              <w:rPr>
                <w:b/>
              </w:rPr>
              <w:t>Licht:</w:t>
            </w:r>
          </w:p>
          <w:p w:rsidR="00C92281" w:rsidRDefault="00C92281" w:rsidP="00C92281">
            <w:pPr>
              <w:pStyle w:val="Textkrper-Erstzeileneinzug"/>
            </w:pPr>
          </w:p>
          <w:p w:rsidR="00C92281" w:rsidRDefault="00C92281" w:rsidP="00C92281">
            <w:pPr>
              <w:pStyle w:val="Textkrper-Erstzeileneinzug"/>
            </w:pPr>
          </w:p>
          <w:p w:rsidR="00C92281" w:rsidRDefault="00C92281" w:rsidP="00C92281">
            <w:pPr>
              <w:pStyle w:val="Textkrper-Erstzeileneinzug"/>
            </w:pPr>
          </w:p>
          <w:p w:rsidR="00C92281" w:rsidRPr="00C92281" w:rsidRDefault="00C92281" w:rsidP="00C92281">
            <w:pPr>
              <w:pStyle w:val="Textkrper-Erstzeileneinzug"/>
              <w:ind w:firstLine="0"/>
              <w:rPr>
                <w:b/>
              </w:rPr>
            </w:pPr>
            <w:r w:rsidRPr="00C92281">
              <w:rPr>
                <w:b/>
              </w:rPr>
              <w:t>Hemd:</w:t>
            </w:r>
          </w:p>
        </w:tc>
        <w:tc>
          <w:tcPr>
            <w:tcW w:w="3545" w:type="dxa"/>
          </w:tcPr>
          <w:p w:rsidR="00886317" w:rsidRDefault="00886317" w:rsidP="00F131AC">
            <w:pPr>
              <w:pStyle w:val="Textkrper"/>
            </w:pPr>
          </w:p>
        </w:tc>
      </w:tr>
      <w:tr w:rsidR="00886317" w:rsidTr="00886317">
        <w:tc>
          <w:tcPr>
            <w:tcW w:w="959" w:type="dxa"/>
          </w:tcPr>
          <w:p w:rsidR="00886317" w:rsidRDefault="00886317" w:rsidP="00F131AC">
            <w:pPr>
              <w:pStyle w:val="Textkrper"/>
            </w:pPr>
          </w:p>
          <w:p w:rsidR="00745B65" w:rsidRDefault="00745B65" w:rsidP="00745B65">
            <w:pPr>
              <w:pStyle w:val="Textkrper-Erstzeileneinzug"/>
            </w:pPr>
          </w:p>
          <w:p w:rsidR="00745B65" w:rsidRDefault="00745B65" w:rsidP="00745B65">
            <w:pPr>
              <w:pStyle w:val="Textkrper-Erstzeileneinzug"/>
            </w:pPr>
          </w:p>
          <w:p w:rsidR="00745B65" w:rsidRDefault="00745B65" w:rsidP="00745B65">
            <w:pPr>
              <w:pStyle w:val="Textkrper-Erstzeileneinzug"/>
            </w:pPr>
          </w:p>
          <w:p w:rsidR="00745B65" w:rsidRDefault="00745B65" w:rsidP="00745B65">
            <w:pPr>
              <w:pStyle w:val="Textkrper-Erstzeileneinzug"/>
            </w:pPr>
          </w:p>
          <w:p w:rsidR="00745B65" w:rsidRPr="00745B65" w:rsidRDefault="00745B65" w:rsidP="00745B65">
            <w:pPr>
              <w:pStyle w:val="Textkrper-Erstzeileneinzug"/>
            </w:pPr>
          </w:p>
        </w:tc>
        <w:tc>
          <w:tcPr>
            <w:tcW w:w="3943" w:type="dxa"/>
          </w:tcPr>
          <w:p w:rsidR="00745B65" w:rsidRDefault="00745B65" w:rsidP="00F131AC">
            <w:pPr>
              <w:pStyle w:val="Textkrper"/>
            </w:pPr>
            <w:r>
              <w:t>Handlungsauslöser:</w:t>
            </w:r>
          </w:p>
          <w:p w:rsidR="00745B65" w:rsidRDefault="00745B65" w:rsidP="00F131AC">
            <w:pPr>
              <w:pStyle w:val="Textkrper"/>
            </w:pPr>
          </w:p>
          <w:p w:rsidR="00745B65" w:rsidRDefault="00745B65" w:rsidP="00F131AC">
            <w:pPr>
              <w:pStyle w:val="Textkrper"/>
            </w:pPr>
          </w:p>
          <w:p w:rsidR="00886317" w:rsidRDefault="00745B65" w:rsidP="00F131AC">
            <w:pPr>
              <w:pStyle w:val="Textkrper"/>
            </w:pPr>
            <w:r>
              <w:t>Handlungskern:</w:t>
            </w:r>
          </w:p>
          <w:p w:rsidR="00745B65" w:rsidRDefault="00745B65" w:rsidP="00745B65">
            <w:pPr>
              <w:pStyle w:val="Textkrper-Erstzeileneinzug"/>
            </w:pPr>
          </w:p>
          <w:p w:rsidR="00745B65" w:rsidRDefault="00745B65" w:rsidP="00745B65">
            <w:pPr>
              <w:pStyle w:val="Textkrper-Erstzeileneinzug"/>
            </w:pPr>
          </w:p>
          <w:p w:rsidR="00745B65" w:rsidRPr="00745B65" w:rsidRDefault="00745B65" w:rsidP="00745B65">
            <w:pPr>
              <w:pStyle w:val="Textkrper-Erstzeileneinzug"/>
            </w:pPr>
          </w:p>
        </w:tc>
        <w:tc>
          <w:tcPr>
            <w:tcW w:w="1443" w:type="dxa"/>
          </w:tcPr>
          <w:p w:rsidR="00886317" w:rsidRDefault="00886317" w:rsidP="00F131AC">
            <w:pPr>
              <w:pStyle w:val="Textkrper"/>
            </w:pPr>
          </w:p>
        </w:tc>
        <w:tc>
          <w:tcPr>
            <w:tcW w:w="1985" w:type="dxa"/>
          </w:tcPr>
          <w:p w:rsidR="00886317" w:rsidRDefault="00886317" w:rsidP="00F131AC">
            <w:pPr>
              <w:pStyle w:val="Textkrper"/>
            </w:pPr>
          </w:p>
          <w:p w:rsidR="00A42D62" w:rsidRPr="00A42D62" w:rsidRDefault="00A42D62" w:rsidP="00A42D62">
            <w:pPr>
              <w:pStyle w:val="Textkrper-Erstzeileneinzug"/>
            </w:pPr>
            <w:r>
              <w:t>____________</w:t>
            </w:r>
          </w:p>
        </w:tc>
        <w:tc>
          <w:tcPr>
            <w:tcW w:w="2835" w:type="dxa"/>
          </w:tcPr>
          <w:p w:rsidR="00886317" w:rsidRDefault="00C92281" w:rsidP="00F131AC">
            <w:pPr>
              <w:pStyle w:val="Textkrper"/>
              <w:rPr>
                <w:b/>
              </w:rPr>
            </w:pPr>
            <w:r w:rsidRPr="00C92281">
              <w:rPr>
                <w:b/>
              </w:rPr>
              <w:t>Brot:</w:t>
            </w:r>
          </w:p>
          <w:p w:rsidR="00C92281" w:rsidRDefault="00C92281" w:rsidP="00C92281">
            <w:pPr>
              <w:pStyle w:val="Textkrper-Erstzeileneinzug"/>
            </w:pPr>
          </w:p>
          <w:p w:rsidR="00C92281" w:rsidRDefault="00C92281" w:rsidP="00C92281">
            <w:pPr>
              <w:pStyle w:val="Textkrper-Erstzeileneinzug"/>
              <w:ind w:firstLine="0"/>
            </w:pPr>
          </w:p>
          <w:p w:rsidR="00C92281" w:rsidRPr="00C92281" w:rsidRDefault="00C92281" w:rsidP="00C92281">
            <w:pPr>
              <w:pStyle w:val="Textkrper-Erstzeileneinzug"/>
              <w:ind w:firstLine="0"/>
              <w:rPr>
                <w:b/>
              </w:rPr>
            </w:pPr>
            <w:r w:rsidRPr="00C92281">
              <w:rPr>
                <w:b/>
              </w:rPr>
              <w:t>Licht:</w:t>
            </w:r>
          </w:p>
        </w:tc>
        <w:tc>
          <w:tcPr>
            <w:tcW w:w="3545" w:type="dxa"/>
          </w:tcPr>
          <w:p w:rsidR="00886317" w:rsidRDefault="00886317" w:rsidP="00F131AC">
            <w:pPr>
              <w:pStyle w:val="Textkrper"/>
            </w:pPr>
          </w:p>
        </w:tc>
      </w:tr>
      <w:tr w:rsidR="00886317" w:rsidTr="00886317">
        <w:tc>
          <w:tcPr>
            <w:tcW w:w="959" w:type="dxa"/>
          </w:tcPr>
          <w:p w:rsidR="00886317" w:rsidRDefault="00886317" w:rsidP="00F131AC">
            <w:pPr>
              <w:pStyle w:val="Textkrper"/>
            </w:pPr>
          </w:p>
          <w:p w:rsidR="00745B65" w:rsidRDefault="00745B65" w:rsidP="00745B65">
            <w:pPr>
              <w:pStyle w:val="Textkrper-Erstzeileneinzug"/>
            </w:pPr>
          </w:p>
          <w:p w:rsidR="00745B65" w:rsidRPr="00745B65" w:rsidRDefault="00745B65" w:rsidP="00745B65">
            <w:pPr>
              <w:pStyle w:val="Textkrper-Erstzeileneinzug"/>
            </w:pPr>
          </w:p>
          <w:p w:rsidR="00745B65" w:rsidRDefault="00745B65" w:rsidP="00745B65">
            <w:pPr>
              <w:pStyle w:val="Textkrper-Erstzeileneinzug"/>
            </w:pPr>
          </w:p>
          <w:p w:rsidR="00745B65" w:rsidRDefault="00745B65" w:rsidP="00745B65">
            <w:pPr>
              <w:pStyle w:val="Textkrper-Erstzeileneinzug"/>
            </w:pPr>
          </w:p>
          <w:p w:rsidR="00745B65" w:rsidRPr="00745B65" w:rsidRDefault="00745B65" w:rsidP="00745B65">
            <w:pPr>
              <w:pStyle w:val="Textkrper-Erstzeileneinzug"/>
            </w:pPr>
          </w:p>
        </w:tc>
        <w:tc>
          <w:tcPr>
            <w:tcW w:w="3943" w:type="dxa"/>
          </w:tcPr>
          <w:p w:rsidR="00886317" w:rsidRDefault="00745B65" w:rsidP="00F131AC">
            <w:pPr>
              <w:pStyle w:val="Textkrper"/>
            </w:pPr>
            <w:r>
              <w:t>Handlungsauslöser:</w:t>
            </w:r>
          </w:p>
          <w:p w:rsidR="00745B65" w:rsidRDefault="00745B65" w:rsidP="00745B65">
            <w:pPr>
              <w:pStyle w:val="Textkrper-Erstzeileneinzug"/>
            </w:pPr>
          </w:p>
          <w:p w:rsidR="00745B65" w:rsidRDefault="00745B65" w:rsidP="00745B65">
            <w:pPr>
              <w:pStyle w:val="Textkrper-Erstzeileneinzug"/>
            </w:pPr>
          </w:p>
          <w:p w:rsidR="00745B65" w:rsidRDefault="00745B65" w:rsidP="00745B65">
            <w:pPr>
              <w:pStyle w:val="Textkrper-Erstzeileneinzug"/>
              <w:ind w:firstLine="0"/>
            </w:pPr>
            <w:r>
              <w:t>Handlungskern:</w:t>
            </w:r>
          </w:p>
          <w:p w:rsidR="00745B65" w:rsidRDefault="00745B65" w:rsidP="00745B65">
            <w:pPr>
              <w:pStyle w:val="Textkrper-Erstzeileneinzug"/>
              <w:ind w:firstLine="0"/>
            </w:pPr>
          </w:p>
          <w:p w:rsidR="00745B65" w:rsidRDefault="00745B65" w:rsidP="00745B65">
            <w:pPr>
              <w:pStyle w:val="Textkrper-Erstzeileneinzug"/>
              <w:ind w:firstLine="0"/>
            </w:pPr>
          </w:p>
          <w:p w:rsidR="00745B65" w:rsidRPr="00745B65" w:rsidRDefault="00745B65" w:rsidP="00745B65">
            <w:pPr>
              <w:pStyle w:val="Textkrper-Erstzeileneinzug"/>
              <w:ind w:firstLine="0"/>
            </w:pPr>
          </w:p>
        </w:tc>
        <w:tc>
          <w:tcPr>
            <w:tcW w:w="1443" w:type="dxa"/>
          </w:tcPr>
          <w:p w:rsidR="00886317" w:rsidRDefault="00886317" w:rsidP="00F131AC">
            <w:pPr>
              <w:pStyle w:val="Textkrper"/>
            </w:pPr>
          </w:p>
        </w:tc>
        <w:tc>
          <w:tcPr>
            <w:tcW w:w="1985" w:type="dxa"/>
          </w:tcPr>
          <w:p w:rsidR="00886317" w:rsidRDefault="00886317" w:rsidP="00F131AC">
            <w:pPr>
              <w:pStyle w:val="Textkrper"/>
            </w:pPr>
          </w:p>
          <w:p w:rsidR="00A42D62" w:rsidRPr="00A42D62" w:rsidRDefault="00A42D62" w:rsidP="00A42D62">
            <w:pPr>
              <w:pStyle w:val="Textkrper-Erstzeileneinzug"/>
            </w:pPr>
            <w:r>
              <w:t>____________</w:t>
            </w:r>
          </w:p>
        </w:tc>
        <w:tc>
          <w:tcPr>
            <w:tcW w:w="2835" w:type="dxa"/>
          </w:tcPr>
          <w:p w:rsidR="00886317" w:rsidRDefault="00C92281" w:rsidP="00F131AC">
            <w:pPr>
              <w:pStyle w:val="Textkrper"/>
              <w:rPr>
                <w:b/>
              </w:rPr>
            </w:pPr>
            <w:r w:rsidRPr="00C92281">
              <w:rPr>
                <w:b/>
              </w:rPr>
              <w:t>Brot:</w:t>
            </w:r>
          </w:p>
          <w:p w:rsidR="00C92281" w:rsidRDefault="00C92281" w:rsidP="00C92281">
            <w:pPr>
              <w:pStyle w:val="Textkrper-Erstzeileneinzug"/>
            </w:pPr>
          </w:p>
          <w:p w:rsidR="00C92281" w:rsidRDefault="00C92281" w:rsidP="00C92281">
            <w:pPr>
              <w:pStyle w:val="Textkrper-Erstzeileneinzug"/>
            </w:pPr>
          </w:p>
          <w:p w:rsidR="00C92281" w:rsidRDefault="00C92281" w:rsidP="00C92281">
            <w:pPr>
              <w:pStyle w:val="Textkrper-Erstzeileneinzug"/>
            </w:pPr>
          </w:p>
          <w:p w:rsidR="00C92281" w:rsidRPr="00C92281" w:rsidRDefault="00C92281" w:rsidP="00C92281">
            <w:pPr>
              <w:pStyle w:val="Textkrper-Erstzeileneinzug"/>
              <w:ind w:firstLine="0"/>
              <w:rPr>
                <w:b/>
              </w:rPr>
            </w:pPr>
            <w:r w:rsidRPr="00C92281">
              <w:rPr>
                <w:b/>
              </w:rPr>
              <w:t>Licht:</w:t>
            </w:r>
          </w:p>
        </w:tc>
        <w:tc>
          <w:tcPr>
            <w:tcW w:w="3545" w:type="dxa"/>
          </w:tcPr>
          <w:p w:rsidR="00886317" w:rsidRDefault="00886317" w:rsidP="00F131AC">
            <w:pPr>
              <w:pStyle w:val="Textkrper"/>
            </w:pPr>
          </w:p>
        </w:tc>
      </w:tr>
    </w:tbl>
    <w:p w:rsidR="00DA4A9A" w:rsidRDefault="00DA4A9A" w:rsidP="00DA4A9A">
      <w:pPr>
        <w:pStyle w:val="Textkrper"/>
      </w:pPr>
      <w:r>
        <w:br w:type="page"/>
      </w:r>
    </w:p>
    <w:p w:rsidR="00745B65" w:rsidRDefault="00745B65" w:rsidP="00DA4A9A">
      <w:pPr>
        <w:pStyle w:val="Textkrper"/>
        <w:ind w:left="1418" w:hanging="1418"/>
      </w:pPr>
      <w:r>
        <w:lastRenderedPageBreak/>
        <w:t>Aufgabe</w:t>
      </w:r>
      <w:r w:rsidR="00511CEC">
        <w:t xml:space="preserve"> </w:t>
      </w:r>
      <w:r>
        <w:t>1:</w:t>
      </w:r>
      <w:r>
        <w:tab/>
        <w:t>Unterteilen Sie den Text in drei sinnvolle Handlungsabschnitte und tragen Sie die jeweiligen Zeilenangaben in die Tabelle ein.</w:t>
      </w:r>
    </w:p>
    <w:p w:rsidR="00F84F9C" w:rsidRDefault="00745B65" w:rsidP="00DA4A9A">
      <w:pPr>
        <w:pStyle w:val="Textkrper-Erstzeileneinzug"/>
        <w:ind w:left="1418" w:hanging="1418"/>
      </w:pPr>
      <w:r>
        <w:t>Aufgabe</w:t>
      </w:r>
      <w:r w:rsidR="00511CEC">
        <w:t xml:space="preserve"> </w:t>
      </w:r>
      <w:r>
        <w:t>2:</w:t>
      </w:r>
      <w:r>
        <w:tab/>
        <w:t xml:space="preserve">Formulieren Sie </w:t>
      </w:r>
      <w:r w:rsidR="00F84F9C">
        <w:t>in jeweils einem Satz die Handlungsauslösung und den Handlungskern.</w:t>
      </w:r>
      <w:r w:rsidR="00A42D62">
        <w:t xml:space="preserve"> Tragen Sie die jeweiligen Handlungsorte ein.</w:t>
      </w:r>
    </w:p>
    <w:p w:rsidR="00745B65" w:rsidRDefault="00F84F9C" w:rsidP="00DA4A9A">
      <w:pPr>
        <w:pStyle w:val="Textkrper-Erstzeileneinzug"/>
        <w:ind w:left="1418" w:hanging="1418"/>
      </w:pPr>
      <w:r>
        <w:t>Aufgabe</w:t>
      </w:r>
      <w:r w:rsidR="00511CEC">
        <w:t xml:space="preserve"> </w:t>
      </w:r>
      <w:r>
        <w:t>3:</w:t>
      </w:r>
      <w:r>
        <w:tab/>
      </w:r>
      <w:r w:rsidR="00511CEC">
        <w:t xml:space="preserve">a) </w:t>
      </w:r>
      <w:r w:rsidR="00A42D62">
        <w:t xml:space="preserve">Ordnen Sie die Oberbegriffe </w:t>
      </w:r>
      <w:r w:rsidR="005B26A7">
        <w:t xml:space="preserve">für die Zeitgestaltung </w:t>
      </w:r>
      <w:r w:rsidR="00A42D62">
        <w:t>(siehe Tafelbild) richtig zu.</w:t>
      </w:r>
    </w:p>
    <w:p w:rsidR="00511CEC" w:rsidRDefault="00DA4A9A" w:rsidP="00DA4A9A">
      <w:pPr>
        <w:pStyle w:val="Textkrper-Erstzeileneinzug"/>
        <w:ind w:left="1418" w:hanging="1418"/>
      </w:pPr>
      <w:r>
        <w:tab/>
      </w:r>
      <w:r w:rsidR="00511CEC">
        <w:t>b) Überlegen Sie weitere erzähltechnische Gestaltungsmittel für die Zeitgestaltung.</w:t>
      </w:r>
    </w:p>
    <w:p w:rsidR="00511CEC" w:rsidRDefault="00511CEC" w:rsidP="00DA4A9A">
      <w:pPr>
        <w:pStyle w:val="Textkrper-Erstzeileneinzug"/>
        <w:ind w:left="1418" w:hanging="1418"/>
      </w:pPr>
      <w:r>
        <w:t>Aufgabe 4:</w:t>
      </w:r>
      <w:r>
        <w:tab/>
      </w:r>
      <w:r w:rsidR="00C92281">
        <w:t>Überlegen Sie</w:t>
      </w:r>
      <w:r w:rsidR="00125364">
        <w:t xml:space="preserve"> zu viert</w:t>
      </w:r>
      <w:r w:rsidR="00C92281">
        <w:t>, welche konkrete Bedeutung die Symbole in der Tabelle für die Kurzgeschichte haben und tragen Sie dieses ein.</w:t>
      </w:r>
    </w:p>
    <w:p w:rsidR="00125364" w:rsidRDefault="00125364" w:rsidP="00DA4A9A">
      <w:pPr>
        <w:pStyle w:val="Textkrper-Erstzeileneinzug"/>
        <w:ind w:left="1418" w:hanging="1418"/>
      </w:pPr>
      <w:r>
        <w:t>Aufgabe 5:</w:t>
      </w:r>
      <w:r>
        <w:tab/>
        <w:t xml:space="preserve">Formulieren Sie auf Basis der bisherigen Arbeitsergebnisse, was die drei Teilabschnitte der Kurzgeschichte jeweils aussagen und tragen </w:t>
      </w:r>
      <w:r>
        <w:tab/>
        <w:t>Sie dies in die Tabelle ein.</w:t>
      </w:r>
    </w:p>
    <w:p w:rsidR="00CD6932" w:rsidRPr="0044650F" w:rsidRDefault="00CD6932" w:rsidP="003749AC"/>
    <w:sectPr w:rsidR="00CD6932" w:rsidRPr="0044650F" w:rsidSect="00643F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134" w:right="1418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0E3" w:rsidRDefault="00D260E3" w:rsidP="001E03DE">
      <w:r>
        <w:separator/>
      </w:r>
    </w:p>
  </w:endnote>
  <w:endnote w:type="continuationSeparator" w:id="0">
    <w:p w:rsidR="00D260E3" w:rsidRDefault="00D260E3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F9B" w:rsidRDefault="00643F9B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F9B" w:rsidRDefault="00643F9B" w:rsidP="00643F9B">
    <w:pPr>
      <w:pStyle w:val="Fuzeile"/>
    </w:pPr>
  </w:p>
  <w:tbl>
    <w:tblPr>
      <w:tblStyle w:val="Tabellenraster"/>
      <w:tblW w:w="14709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13574"/>
      <w:gridCol w:w="318"/>
    </w:tblGrid>
    <w:tr w:rsidR="00643F9B" w:rsidTr="00065729">
      <w:tc>
        <w:tcPr>
          <w:tcW w:w="817" w:type="dxa"/>
        </w:tcPr>
        <w:p w:rsidR="00643F9B" w:rsidRDefault="00643F9B" w:rsidP="00065729">
          <w:pPr>
            <w:pStyle w:val="Fuzeile"/>
          </w:pPr>
        </w:p>
      </w:tc>
      <w:tc>
        <w:tcPr>
          <w:tcW w:w="13574" w:type="dxa"/>
        </w:tcPr>
        <w:p w:rsidR="00643F9B" w:rsidRDefault="00643F9B" w:rsidP="00065729">
          <w:pPr>
            <w:pStyle w:val="Fuzeile"/>
          </w:pPr>
        </w:p>
      </w:tc>
      <w:tc>
        <w:tcPr>
          <w:tcW w:w="318" w:type="dxa"/>
        </w:tcPr>
        <w:p w:rsidR="00643F9B" w:rsidRDefault="00643F9B" w:rsidP="00065729">
          <w:pPr>
            <w:pStyle w:val="Fuzeile"/>
          </w:pPr>
        </w:p>
      </w:tc>
    </w:tr>
    <w:tr w:rsidR="00643F9B" w:rsidTr="00065729">
      <w:tc>
        <w:tcPr>
          <w:tcW w:w="817" w:type="dxa"/>
        </w:tcPr>
        <w:p w:rsidR="00643F9B" w:rsidRDefault="00643F9B" w:rsidP="00065729">
          <w:pPr>
            <w:pStyle w:val="Fuzeile"/>
          </w:pPr>
          <w:r>
            <w:t xml:space="preserve">Fach: </w:t>
          </w:r>
        </w:p>
      </w:tc>
      <w:tc>
        <w:tcPr>
          <w:tcW w:w="13574" w:type="dxa"/>
        </w:tcPr>
        <w:p w:rsidR="00643F9B" w:rsidRDefault="00643F9B" w:rsidP="00065729">
          <w:pPr>
            <w:pStyle w:val="Fuzeile"/>
          </w:pPr>
          <w:r>
            <w:t>Deutsch</w:t>
          </w:r>
        </w:p>
      </w:tc>
      <w:tc>
        <w:tcPr>
          <w:tcW w:w="318" w:type="dxa"/>
        </w:tcPr>
        <w:p w:rsidR="00643F9B" w:rsidRDefault="00643F9B" w:rsidP="00065729">
          <w:pPr>
            <w:pStyle w:val="Fuzeile"/>
          </w:pPr>
        </w:p>
      </w:tc>
    </w:tr>
    <w:tr w:rsidR="00643F9B" w:rsidTr="00065729">
      <w:tc>
        <w:tcPr>
          <w:tcW w:w="817" w:type="dxa"/>
        </w:tcPr>
        <w:p w:rsidR="00643F9B" w:rsidRPr="008A6B36" w:rsidRDefault="00643F9B" w:rsidP="0006572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13574" w:type="dxa"/>
        </w:tcPr>
        <w:p w:rsidR="00643F9B" w:rsidRDefault="00223EEA" w:rsidP="00065729">
          <w:pPr>
            <w:pStyle w:val="Fuzeile"/>
          </w:pPr>
          <w:r>
            <w:t>Texte angemessen wiedergeben: Techniken und Fachbegriffe</w:t>
          </w:r>
          <w:bookmarkStart w:id="1" w:name="_GoBack"/>
          <w:bookmarkEnd w:id="1"/>
        </w:p>
      </w:tc>
      <w:tc>
        <w:tcPr>
          <w:tcW w:w="318" w:type="dxa"/>
        </w:tcPr>
        <w:p w:rsidR="00643F9B" w:rsidRDefault="00643F9B" w:rsidP="0006572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223EEA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643F9B" w:rsidRPr="00643F9B" w:rsidRDefault="00643F9B" w:rsidP="00643F9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431"/>
      <w:gridCol w:w="669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1C6B5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="00C1176F"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643F9B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0E3" w:rsidRDefault="00D260E3" w:rsidP="001E03DE">
      <w:r>
        <w:separator/>
      </w:r>
    </w:p>
  </w:footnote>
  <w:footnote w:type="continuationSeparator" w:id="0">
    <w:p w:rsidR="00D260E3" w:rsidRDefault="00D260E3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F9B" w:rsidRDefault="00643F9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F9B" w:rsidRPr="00F131AC" w:rsidRDefault="00643F9B" w:rsidP="00643F9B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E0606E6" wp14:editId="384382B1">
              <wp:simplePos x="0" y="0"/>
              <wp:positionH relativeFrom="page">
                <wp:posOffset>619125</wp:posOffset>
              </wp:positionH>
              <wp:positionV relativeFrom="page">
                <wp:posOffset>295275</wp:posOffset>
              </wp:positionV>
              <wp:extent cx="9286877" cy="435600"/>
              <wp:effectExtent l="0" t="0" r="9525" b="317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86877" cy="435600"/>
                        <a:chOff x="-196349" y="0"/>
                        <a:chExt cx="9287697" cy="436728"/>
                      </a:xfrm>
                    </wpg:grpSpPr>
                    <wps:wsp>
                      <wps:cNvPr id="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3F9B" w:rsidRPr="00E20335" w:rsidRDefault="00643F9B" w:rsidP="00643F9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7" name="Grafik 7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586381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Gerade Verbindung 8"/>
                      <wps:cNvCnPr/>
                      <wps:spPr>
                        <a:xfrm flipH="1">
                          <a:off x="-101281" y="339727"/>
                          <a:ext cx="862107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" o:spid="_x0000_s1026" style="position:absolute;margin-left:48.75pt;margin-top:23.25pt;width:731.25pt;height:34.3pt;z-index:251661312;mso-position-horizontal-relative:page;mso-position-vertical-relative:page;mso-width-relative:margin;mso-height-relative:margin" coordorigin="-1963" coordsize="92876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Lu8IA&#10;AADaAAAADwAAAGRycy9kb3ducmV2LnhtbESP3YrCMBSE7wXfIZwFb8SmylrdrlFWQfHWnwc4bY5t&#10;2eakNFlb394sCF4OM/MNs9r0phZ3al1lWcE0ikEQ51ZXXCi4XvaTJQjnkTXWlknBgxxs1sPBClNt&#10;Oz7R/ewLESDsUlRQet+kUrq8JIMusg1x8G62NeiDbAupW+wC3NRyFseJNFhxWCixoV1J+e/5zyi4&#10;Hbvx/KvLDv66OH0mW6wWmX0oNfrof75BeOr9O/xqH7WCBP6vhBs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pwu7wgAAANoAAAAPAAAAAAAAAAAAAAAAAJgCAABkcnMvZG93&#10;bnJldi54bWxQSwUGAAAAAAQABAD1AAAAhwMAAAAA&#10;" stroked="f">
                <v:textbox>
                  <w:txbxContent>
                    <w:p w:rsidR="00643F9B" w:rsidRPr="00E20335" w:rsidRDefault="00643F9B" w:rsidP="00643F9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7" o:spid="_x0000_s1028" type="#_x0000_t75" style="position:absolute;left:85863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Ri5rfDAAAA2gAAAA8AAABkcnMvZG93bnJldi54bWxEj0FrAjEUhO+F/ofwhN5qYg9WVqNoURBK&#10;lV29eHtsnpvFzcuySXX9901B8DjMzDfMbNG7RlypC7VnDaOhAkFcelNzpeF42LxPQISIbLDxTBru&#10;FGAxf32ZYWb8jXO6FrESCcIhQw02xjaTMpSWHIahb4mTd/adw5hkV0nT4S3BXSM/lBpLhzWnBYst&#10;fVkqL8Wv01AXP7vJfb0p7SpX+2IdFX6fLlq/DfrlFESkPj7Dj/bWaPiE/yvpBsj5H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GLmt8MAAADaAAAADwAAAAAAAAAAAAAAAACf&#10;AgAAZHJzL2Rvd25yZXYueG1sUEsFBgAAAAAEAAQA9wAAAI8DAAAAAA==&#10;">
                <v:imagedata r:id="rId2" o:title=""/>
                <v:path arrowok="t"/>
              </v:shape>
              <v:line id="Gerade Verbindung 8" o:spid="_x0000_s1029" style="position:absolute;flip:x;visibility:visible;mso-wrap-style:square" from="-1012,3397" to="8519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06Ir4AAADaAAAADwAAAGRycy9kb3ducmV2LnhtbERPTWvCQBC9C/6HZQRvurGHItFVWmml&#10;J0GN7XXITpPQ7GzY3cb4752D4PHxvtfbwbWqpxAbzwYW8wwUceltw5WB4vw5W4KKCdli65kM3CjC&#10;djMerTG3/spH6k+pUhLCMUcDdUpdrnUsa3IY574jFu7XB4dJYKi0DXiVcNfqlyx71Q4bloYaO9rV&#10;VP6d/p3MOLzvi13PDm/H8FMsy8X3x/5izHQyvK1AJRrSU/xwf1kDslWuiB/05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gPToivgAAANoAAAAPAAAAAAAAAAAAAAAAAKEC&#10;AABkcnMvZG93bnJldi54bWxQSwUGAAAAAAQABAD5AAAAjAMAAAAA&#10;" strokecolor="#a6a6a6" strokeweight=".5pt"/>
              <w10:wrap anchorx="page" anchory="page"/>
            </v:group>
          </w:pict>
        </mc:Fallback>
      </mc:AlternateContent>
    </w:r>
  </w:p>
  <w:p w:rsidR="00643F9B" w:rsidRDefault="00643F9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3F9B" w:rsidRPr="00F131AC" w:rsidRDefault="00643F9B" w:rsidP="00643F9B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3945226" wp14:editId="7C204EB6">
              <wp:simplePos x="0" y="0"/>
              <wp:positionH relativeFrom="page">
                <wp:posOffset>619125</wp:posOffset>
              </wp:positionH>
              <wp:positionV relativeFrom="page">
                <wp:posOffset>295275</wp:posOffset>
              </wp:positionV>
              <wp:extent cx="9286877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286877" cy="435600"/>
                        <a:chOff x="-196349" y="0"/>
                        <a:chExt cx="9287697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3F9B" w:rsidRPr="00E20335" w:rsidRDefault="00643F9B" w:rsidP="00643F9B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586381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39727"/>
                          <a:ext cx="8621076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0" style="position:absolute;margin-left:48.75pt;margin-top:23.25pt;width:731.25pt;height:34.3pt;z-index:251659264;mso-position-horizontal-relative:page;mso-position-vertical-relative:page;mso-width-relative:margin;mso-height-relative:margin" coordorigin="-1963" coordsize="92876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1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643F9B" w:rsidRPr="00E20335" w:rsidRDefault="00643F9B" w:rsidP="00643F9B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2" type="#_x0000_t75" style="position:absolute;left:85863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3" style="position:absolute;flip:x;visibility:visible;mso-wrap-style:square" from="-1012,3397" to="85197,33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  <w:p w:rsidR="00F131AC" w:rsidRPr="00643F9B" w:rsidRDefault="00F131AC" w:rsidP="00643F9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1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7B1"/>
    <w:rsid w:val="00094CE6"/>
    <w:rsid w:val="00097E77"/>
    <w:rsid w:val="000A49CF"/>
    <w:rsid w:val="00125364"/>
    <w:rsid w:val="001A2103"/>
    <w:rsid w:val="001C6B5F"/>
    <w:rsid w:val="001E03DE"/>
    <w:rsid w:val="002223B8"/>
    <w:rsid w:val="00223EEA"/>
    <w:rsid w:val="00296589"/>
    <w:rsid w:val="003749AC"/>
    <w:rsid w:val="00445B6B"/>
    <w:rsid w:val="0044650F"/>
    <w:rsid w:val="00511CEC"/>
    <w:rsid w:val="00546790"/>
    <w:rsid w:val="005B26A7"/>
    <w:rsid w:val="00643F9B"/>
    <w:rsid w:val="00745B65"/>
    <w:rsid w:val="00886317"/>
    <w:rsid w:val="008A1EF1"/>
    <w:rsid w:val="008A5C9D"/>
    <w:rsid w:val="008A6B36"/>
    <w:rsid w:val="008A7911"/>
    <w:rsid w:val="008D4D9E"/>
    <w:rsid w:val="009533B3"/>
    <w:rsid w:val="00973C13"/>
    <w:rsid w:val="009935DA"/>
    <w:rsid w:val="009C05F9"/>
    <w:rsid w:val="009F754E"/>
    <w:rsid w:val="00A04777"/>
    <w:rsid w:val="00A42D62"/>
    <w:rsid w:val="00AC0473"/>
    <w:rsid w:val="00AD27B1"/>
    <w:rsid w:val="00B127D0"/>
    <w:rsid w:val="00BD66B4"/>
    <w:rsid w:val="00C1176F"/>
    <w:rsid w:val="00C22DA6"/>
    <w:rsid w:val="00C329C9"/>
    <w:rsid w:val="00C92281"/>
    <w:rsid w:val="00CD6932"/>
    <w:rsid w:val="00D260E3"/>
    <w:rsid w:val="00D33A7E"/>
    <w:rsid w:val="00D37759"/>
    <w:rsid w:val="00D535BD"/>
    <w:rsid w:val="00D763D9"/>
    <w:rsid w:val="00DA114A"/>
    <w:rsid w:val="00DA4A9A"/>
    <w:rsid w:val="00DC78DF"/>
    <w:rsid w:val="00DC7E46"/>
    <w:rsid w:val="00E15C59"/>
    <w:rsid w:val="00E82045"/>
    <w:rsid w:val="00F131AC"/>
    <w:rsid w:val="00F44A67"/>
    <w:rsid w:val="00F84F9C"/>
    <w:rsid w:val="00FB4270"/>
    <w:rsid w:val="00FE66E3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%20Siewert\Downloads\Formatvorlage%20meth.-didakt.-Konz.%202016-11-07%20(2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121EA-9D2A-4A68-B2FA-FDCB6484E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 (2).dotx</Template>
  <TotalTime>0</TotalTime>
  <Pages>2</Pages>
  <Words>154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Siewert</dc:creator>
  <cp:lastModifiedBy>Barbian, Markus (LS)</cp:lastModifiedBy>
  <cp:revision>8</cp:revision>
  <cp:lastPrinted>2017-11-12T18:48:00Z</cp:lastPrinted>
  <dcterms:created xsi:type="dcterms:W3CDTF">2017-11-13T21:19:00Z</dcterms:created>
  <dcterms:modified xsi:type="dcterms:W3CDTF">2018-06-28T06:21:00Z</dcterms:modified>
</cp:coreProperties>
</file>